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558" w:rsidRDefault="00380558">
      <w:pPr>
        <w:rPr>
          <w:rFonts w:cs="Times New Roman"/>
        </w:rPr>
      </w:pPr>
      <w:r>
        <w:rPr>
          <w:noProof/>
        </w:rPr>
        <w:pict>
          <v:roundrect id="_x0000_s1026" style="position:absolute;margin-left:-55.5pt;margin-top:45.9pt;width:561pt;height:102.85pt;z-index:251658240" arcsize="10923f" fillcolor="#36f" strokecolor="white">
            <v:textbox>
              <w:txbxContent>
                <w:p w:rsidR="00380558" w:rsidRPr="0027281C" w:rsidRDefault="00380558" w:rsidP="00514661">
                  <w:pPr>
                    <w:rPr>
                      <w:rFonts w:ascii="Cheeseburger" w:hAnsi="Cheeseburger" w:cs="Cheeseburger"/>
                      <w:color w:val="FFFFFF"/>
                      <w:sz w:val="170"/>
                      <w:szCs w:val="170"/>
                    </w:rPr>
                  </w:pPr>
                  <w:r w:rsidRPr="0027281C">
                    <w:rPr>
                      <w:rFonts w:ascii="Cheeseburger" w:hAnsi="Cheeseburger" w:cs="Cheeseburger"/>
                      <w:color w:val="FFFFFF"/>
                      <w:sz w:val="170"/>
                      <w:szCs w:val="170"/>
                    </w:rPr>
                    <w:t xml:space="preserve"> Food monitor </w:t>
                  </w:r>
                </w:p>
              </w:txbxContent>
            </v:textbox>
          </v:roundrect>
        </w:pict>
      </w:r>
    </w:p>
    <w:sectPr w:rsidR="00380558" w:rsidSect="00456F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heeseburge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oNotDisplayPageBoundaries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4661"/>
    <w:rsid w:val="00045239"/>
    <w:rsid w:val="00086648"/>
    <w:rsid w:val="000B3933"/>
    <w:rsid w:val="000F5AF9"/>
    <w:rsid w:val="0010638F"/>
    <w:rsid w:val="00243F89"/>
    <w:rsid w:val="0027281C"/>
    <w:rsid w:val="00380558"/>
    <w:rsid w:val="00391947"/>
    <w:rsid w:val="00421FD1"/>
    <w:rsid w:val="00456F0B"/>
    <w:rsid w:val="00493F92"/>
    <w:rsid w:val="00514661"/>
    <w:rsid w:val="005F3500"/>
    <w:rsid w:val="006743CE"/>
    <w:rsid w:val="007C06D2"/>
    <w:rsid w:val="007F3E74"/>
    <w:rsid w:val="00964465"/>
    <w:rsid w:val="00A92846"/>
    <w:rsid w:val="00B842E4"/>
    <w:rsid w:val="00E10884"/>
    <w:rsid w:val="00F047F2"/>
    <w:rsid w:val="00FB0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661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0</Words>
  <Characters>1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Sheena Cameron</dc:creator>
  <cp:keywords/>
  <dc:description/>
  <cp:lastModifiedBy>Cameron</cp:lastModifiedBy>
  <cp:revision>6</cp:revision>
  <cp:lastPrinted>2009-08-20T02:40:00Z</cp:lastPrinted>
  <dcterms:created xsi:type="dcterms:W3CDTF">2007-04-22T04:53:00Z</dcterms:created>
  <dcterms:modified xsi:type="dcterms:W3CDTF">2009-08-20T02:41:00Z</dcterms:modified>
</cp:coreProperties>
</file>